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78416" cy="3012831"/>
                <wp:effectExtent l="0" t="0" r="17780" b="1651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416" cy="301283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8.6pt;height:2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" filled="f" strokecolor="#7030a0" strokeweight="1pt"/>
            </w:pict>
          </mc:Fallback>
        </mc:AlternateContent>
      </w:r>
      <w:r w:rsidR="0093311B">
        <w:rPr>
          <w:rFonts w:ascii="Arial" w:hAnsi="Arial" w:cs="Arial"/>
          <w:b/>
          <w:color w:val="7030A0"/>
          <w:sz w:val="28"/>
          <w:szCs w:val="28"/>
        </w:rPr>
        <w:t>FACE IN TAMOUL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D62178" w:rsidP="00487B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Découvrir et apprendre les différentes parties du visage en tamoul. </w:t>
      </w:r>
    </w:p>
    <w:p w:rsidR="00487B2F" w:rsidRDefault="00487B2F" w:rsidP="00487B2F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3311B" w:rsidRDefault="0093311B" w:rsidP="0093311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17, L 27, L 3 26</w:t>
      </w:r>
    </w:p>
    <w:p w:rsidR="0093311B" w:rsidRDefault="0093311B" w:rsidP="0093311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</w:t>
      </w:r>
    </w:p>
    <w:p w:rsidR="0093311B" w:rsidRDefault="0093311B" w:rsidP="0093311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 -</w:t>
      </w:r>
    </w:p>
    <w:p w:rsidR="0093311B" w:rsidRDefault="0093311B" w:rsidP="0093311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93311B" w:rsidRPr="0094240B" w:rsidRDefault="0093311B" w:rsidP="0093311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CM 12, CM 14, CM 24 </w:t>
      </w:r>
    </w:p>
    <w:p w:rsidR="0093311B" w:rsidRPr="00687DE3" w:rsidRDefault="0093311B" w:rsidP="0093311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13, FG 14-15, FG 18, FG 24, FG 25, FG 28 </w:t>
      </w:r>
      <w:r>
        <w:rPr>
          <w:rFonts w:ascii="Arial" w:hAnsi="Arial" w:cs="Arial"/>
        </w:rPr>
        <w:tab/>
      </w:r>
    </w:p>
    <w:p w:rsidR="0093311B" w:rsidRDefault="0093311B" w:rsidP="0093311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Collaboration, communication, stratégies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  <w:bookmarkStart w:id="0" w:name="_GoBack"/>
      <w:bookmarkEnd w:id="0"/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FB1CF3">
        <w:rPr>
          <w:rFonts w:ascii="Arial" w:hAnsi="Arial" w:cs="Arial"/>
          <w:b/>
        </w:rPr>
        <w:t>fiche visage en tamoul</w:t>
      </w:r>
      <w:r>
        <w:rPr>
          <w:rFonts w:ascii="Arial" w:hAnsi="Arial" w:cs="Arial"/>
          <w:b/>
        </w:rPr>
        <w:t xml:space="preserve">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62314"/>
    <w:rsid w:val="00333A6E"/>
    <w:rsid w:val="003F707B"/>
    <w:rsid w:val="004163C9"/>
    <w:rsid w:val="00487B2F"/>
    <w:rsid w:val="004B3F3D"/>
    <w:rsid w:val="00507F03"/>
    <w:rsid w:val="005472B9"/>
    <w:rsid w:val="00687DE3"/>
    <w:rsid w:val="00716697"/>
    <w:rsid w:val="008844A5"/>
    <w:rsid w:val="0093311B"/>
    <w:rsid w:val="0094240B"/>
    <w:rsid w:val="00C4610F"/>
    <w:rsid w:val="00D61C79"/>
    <w:rsid w:val="00D62178"/>
    <w:rsid w:val="00D660C8"/>
    <w:rsid w:val="00D75DB1"/>
    <w:rsid w:val="00DF5E50"/>
    <w:rsid w:val="00E01974"/>
    <w:rsid w:val="00F357A9"/>
    <w:rsid w:val="00F723D3"/>
    <w:rsid w:val="00FB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DF4E8AF6.dotm</Template>
  <TotalTime>57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14</cp:revision>
  <dcterms:created xsi:type="dcterms:W3CDTF">2019-05-16T14:12:00Z</dcterms:created>
  <dcterms:modified xsi:type="dcterms:W3CDTF">2019-08-23T08:01:00Z</dcterms:modified>
</cp:coreProperties>
</file>